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3F12" w:rsidRPr="005B53EC" w:rsidRDefault="00153F12" w:rsidP="00E04E1B">
      <w:pPr>
        <w:jc w:val="center"/>
        <w:rPr>
          <w:sz w:val="26"/>
          <w:szCs w:val="26"/>
        </w:rPr>
      </w:pPr>
      <w:r w:rsidRPr="005B53EC">
        <w:rPr>
          <w:sz w:val="26"/>
          <w:szCs w:val="26"/>
        </w:rPr>
        <w:t xml:space="preserve">Psychology I </w:t>
      </w:r>
    </w:p>
    <w:p w:rsidR="00153F12" w:rsidRPr="005B53EC" w:rsidRDefault="00153F12" w:rsidP="00E04E1B">
      <w:pPr>
        <w:jc w:val="center"/>
        <w:rPr>
          <w:sz w:val="26"/>
          <w:szCs w:val="26"/>
        </w:rPr>
      </w:pPr>
      <w:r w:rsidRPr="005B53EC">
        <w:rPr>
          <w:sz w:val="26"/>
          <w:szCs w:val="26"/>
        </w:rPr>
        <w:t>FINAL</w:t>
      </w:r>
    </w:p>
    <w:p w:rsidR="00153F12" w:rsidRPr="005B53EC" w:rsidRDefault="00153F12" w:rsidP="00E04E1B">
      <w:pPr>
        <w:jc w:val="center"/>
        <w:rPr>
          <w:sz w:val="26"/>
          <w:szCs w:val="26"/>
        </w:rPr>
      </w:pPr>
      <w:r w:rsidRPr="005B53EC">
        <w:rPr>
          <w:sz w:val="26"/>
          <w:szCs w:val="26"/>
        </w:rPr>
        <w:t>Study Guide</w:t>
      </w:r>
    </w:p>
    <w:p w:rsidR="00153F12" w:rsidRPr="005B53EC" w:rsidRDefault="00153F12" w:rsidP="00C4014B">
      <w:pPr>
        <w:jc w:val="center"/>
        <w:rPr>
          <w:sz w:val="26"/>
          <w:szCs w:val="26"/>
        </w:rPr>
      </w:pPr>
      <w:r>
        <w:rPr>
          <w:sz w:val="26"/>
          <w:szCs w:val="26"/>
        </w:rPr>
        <w:t>FALL 2012</w:t>
      </w:r>
    </w:p>
    <w:p w:rsidR="00153F12" w:rsidRPr="005B53EC" w:rsidRDefault="00153F12" w:rsidP="00C4014B">
      <w:pPr>
        <w:jc w:val="center"/>
        <w:rPr>
          <w:sz w:val="26"/>
          <w:szCs w:val="26"/>
        </w:rPr>
      </w:pPr>
    </w:p>
    <w:p w:rsidR="00153F12" w:rsidRPr="005B53EC" w:rsidRDefault="00153F12">
      <w:pPr>
        <w:rPr>
          <w:b/>
          <w:sz w:val="26"/>
          <w:szCs w:val="26"/>
          <w:u w:val="single"/>
        </w:rPr>
      </w:pPr>
      <w:r w:rsidRPr="005B53EC">
        <w:rPr>
          <w:b/>
          <w:sz w:val="26"/>
          <w:szCs w:val="26"/>
          <w:u w:val="single"/>
        </w:rPr>
        <w:t>Introduction to Psychology –History, Methodology (1, 2)</w:t>
      </w:r>
    </w:p>
    <w:p w:rsidR="00153F12" w:rsidRPr="005B53EC" w:rsidRDefault="00153F12">
      <w:pPr>
        <w:rPr>
          <w:sz w:val="26"/>
          <w:szCs w:val="26"/>
        </w:rPr>
      </w:pPr>
      <w:r w:rsidRPr="005B53EC">
        <w:rPr>
          <w:sz w:val="26"/>
          <w:szCs w:val="26"/>
        </w:rPr>
        <w:t>What is Psychology?  How is research done?  What do psychologists do?</w:t>
      </w:r>
    </w:p>
    <w:p w:rsidR="00153F12" w:rsidRPr="005B53EC" w:rsidRDefault="00153F12">
      <w:pPr>
        <w:rPr>
          <w:sz w:val="26"/>
          <w:szCs w:val="26"/>
        </w:rPr>
      </w:pPr>
      <w:r w:rsidRPr="005B53EC">
        <w:rPr>
          <w:sz w:val="26"/>
          <w:szCs w:val="26"/>
        </w:rPr>
        <w:t>cognitive/subjects/control/group/placebo/behavior/variables/behavioral/</w:t>
      </w:r>
    </w:p>
    <w:p w:rsidR="00153F12" w:rsidRDefault="00153F12">
      <w:pPr>
        <w:rPr>
          <w:sz w:val="26"/>
          <w:szCs w:val="26"/>
        </w:rPr>
      </w:pPr>
      <w:r w:rsidRPr="005B53EC">
        <w:rPr>
          <w:sz w:val="26"/>
          <w:szCs w:val="26"/>
        </w:rPr>
        <w:t>hypothesis/psychoanalytic/  biological/learning/socio-cultural/evolutionary/correlation/case study/interview/laboratory/cross-sectional/survey/longitudinal/</w:t>
      </w:r>
    </w:p>
    <w:p w:rsidR="00153F12" w:rsidRPr="00407BF3" w:rsidRDefault="00153F12" w:rsidP="00407BF3">
      <w:pPr>
        <w:rPr>
          <w:b/>
          <w:sz w:val="24"/>
          <w:szCs w:val="24"/>
          <w:u w:val="single"/>
        </w:rPr>
      </w:pPr>
      <w:r w:rsidRPr="00407BF3">
        <w:rPr>
          <w:b/>
          <w:sz w:val="24"/>
          <w:szCs w:val="24"/>
          <w:u w:val="single"/>
        </w:rPr>
        <w:t>Development - Physical, Cognitive, Moral, Dying/Death (10, 11)</w:t>
      </w:r>
    </w:p>
    <w:p w:rsidR="00153F12" w:rsidRDefault="00153F12" w:rsidP="00407BF3">
      <w:pPr>
        <w:rPr>
          <w:sz w:val="24"/>
          <w:szCs w:val="24"/>
        </w:rPr>
      </w:pPr>
      <w:r>
        <w:rPr>
          <w:sz w:val="24"/>
          <w:szCs w:val="24"/>
        </w:rPr>
        <w:t>How are physical, moral and cognitive development linked?  How do the major theories of development differ?</w:t>
      </w:r>
    </w:p>
    <w:p w:rsidR="00153F12" w:rsidRPr="00407BF3" w:rsidRDefault="00153F12" w:rsidP="00407BF3">
      <w:pPr>
        <w:rPr>
          <w:sz w:val="24"/>
          <w:szCs w:val="24"/>
        </w:rPr>
      </w:pPr>
      <w:r>
        <w:rPr>
          <w:sz w:val="24"/>
          <w:szCs w:val="24"/>
        </w:rPr>
        <w:t>Piaget’s Theory of Cognitive Development/Kohlberg’s Stages of Moral Development/developmental psychology/motor development/perceptual development/maturation/attachment/stranger anxiety/separation anxiety/imprinting/assimilation/accommodation/object permanence/parenting/self-esteem/adolescence/puberty/identity/identity crisis/”quest for independence”/teenage challenges/Marcia’s Adolescent Identity Status Categories</w:t>
      </w:r>
    </w:p>
    <w:p w:rsidR="00153F12" w:rsidRPr="005B53EC" w:rsidRDefault="00153F12" w:rsidP="00407BF3">
      <w:pPr>
        <w:rPr>
          <w:b/>
          <w:sz w:val="26"/>
          <w:szCs w:val="26"/>
          <w:u w:val="single"/>
        </w:rPr>
      </w:pPr>
      <w:r w:rsidRPr="005B53EC">
        <w:rPr>
          <w:b/>
          <w:sz w:val="26"/>
          <w:szCs w:val="26"/>
          <w:u w:val="single"/>
        </w:rPr>
        <w:t>Learning –Classical, Operant, Observational (6)</w:t>
      </w:r>
    </w:p>
    <w:p w:rsidR="00153F12" w:rsidRPr="005B53EC" w:rsidRDefault="00153F12" w:rsidP="00407BF3">
      <w:pPr>
        <w:rPr>
          <w:sz w:val="26"/>
          <w:szCs w:val="26"/>
        </w:rPr>
      </w:pPr>
      <w:r w:rsidRPr="005B53EC">
        <w:rPr>
          <w:sz w:val="26"/>
          <w:szCs w:val="26"/>
        </w:rPr>
        <w:t>How do people learn?</w:t>
      </w:r>
      <w:r>
        <w:rPr>
          <w:sz w:val="26"/>
          <w:szCs w:val="26"/>
        </w:rPr>
        <w:t xml:space="preserve">  What is an application of classical conditioning?   Describe operant conditioning.</w:t>
      </w:r>
    </w:p>
    <w:p w:rsidR="00153F12" w:rsidRPr="00407BF3" w:rsidRDefault="00153F12">
      <w:pPr>
        <w:rPr>
          <w:sz w:val="26"/>
          <w:szCs w:val="26"/>
        </w:rPr>
      </w:pPr>
      <w:r w:rsidRPr="005B53EC">
        <w:rPr>
          <w:sz w:val="26"/>
          <w:szCs w:val="26"/>
        </w:rPr>
        <w:t xml:space="preserve">Conditioning – classical, operant/observational learning/Pavlov’s dog/US, </w:t>
      </w:r>
      <w:smartTag w:uri="urn:schemas-microsoft-com:office:smarttags" w:element="place">
        <w:smartTag w:uri="urn:schemas-microsoft-com:office:smarttags" w:element="City">
          <w:r w:rsidRPr="005B53EC">
            <w:rPr>
              <w:sz w:val="26"/>
              <w:szCs w:val="26"/>
            </w:rPr>
            <w:t>UR</w:t>
          </w:r>
        </w:smartTag>
      </w:smartTag>
      <w:r w:rsidRPr="005B53EC">
        <w:rPr>
          <w:sz w:val="26"/>
          <w:szCs w:val="26"/>
        </w:rPr>
        <w:t>, CR, CS -letters of learning/taste aversion/generalization/discrimination/flooding/systemic desensitization/reinforcemen</w:t>
      </w:r>
      <w:r>
        <w:rPr>
          <w:sz w:val="26"/>
          <w:szCs w:val="26"/>
        </w:rPr>
        <w:t>t-rewards &amp; punishments/shaping</w:t>
      </w:r>
      <w:bookmarkStart w:id="0" w:name="_GoBack"/>
      <w:bookmarkEnd w:id="0"/>
    </w:p>
    <w:p w:rsidR="00153F12" w:rsidRDefault="00153F12">
      <w:pPr>
        <w:rPr>
          <w:b/>
          <w:sz w:val="26"/>
          <w:szCs w:val="26"/>
          <w:u w:val="single"/>
        </w:rPr>
      </w:pPr>
    </w:p>
    <w:p w:rsidR="00153F12" w:rsidRDefault="00153F12">
      <w:pPr>
        <w:rPr>
          <w:b/>
          <w:sz w:val="26"/>
          <w:szCs w:val="26"/>
          <w:u w:val="single"/>
        </w:rPr>
      </w:pPr>
    </w:p>
    <w:p w:rsidR="00153F12" w:rsidRPr="005B53EC" w:rsidRDefault="00153F12" w:rsidP="00407BF3">
      <w:pPr>
        <w:rPr>
          <w:b/>
          <w:sz w:val="26"/>
          <w:szCs w:val="26"/>
          <w:u w:val="single"/>
        </w:rPr>
      </w:pPr>
      <w:r w:rsidRPr="005B53EC">
        <w:rPr>
          <w:b/>
          <w:sz w:val="26"/>
          <w:szCs w:val="26"/>
          <w:u w:val="single"/>
        </w:rPr>
        <w:t>Memory –Three types, Encoding, Retrieval (7)</w:t>
      </w:r>
    </w:p>
    <w:p w:rsidR="00153F12" w:rsidRPr="005B53EC" w:rsidRDefault="00153F12" w:rsidP="00407BF3">
      <w:pPr>
        <w:rPr>
          <w:sz w:val="26"/>
          <w:szCs w:val="26"/>
        </w:rPr>
      </w:pPr>
      <w:r w:rsidRPr="005B53EC">
        <w:rPr>
          <w:sz w:val="26"/>
          <w:szCs w:val="26"/>
        </w:rPr>
        <w:t>How does memory work?  Is memory accurate?  Why do we forget?</w:t>
      </w:r>
    </w:p>
    <w:p w:rsidR="00153F12" w:rsidRPr="00407BF3" w:rsidRDefault="00153F12">
      <w:pPr>
        <w:rPr>
          <w:sz w:val="26"/>
          <w:szCs w:val="26"/>
        </w:rPr>
      </w:pPr>
      <w:r w:rsidRPr="005B53EC">
        <w:rPr>
          <w:sz w:val="26"/>
          <w:szCs w:val="26"/>
        </w:rPr>
        <w:t>Types of memories/stages of memories/encoding/storage/retrieval/decay/eidetic memory/icons/chunking/primacy-recency effect/amnesia-types of amnesia/repression/mnemonic devices/relearning</w:t>
      </w:r>
    </w:p>
    <w:p w:rsidR="00153F12" w:rsidRPr="005B53EC" w:rsidRDefault="00153F12">
      <w:pPr>
        <w:rPr>
          <w:b/>
          <w:sz w:val="26"/>
          <w:szCs w:val="26"/>
          <w:u w:val="single"/>
        </w:rPr>
      </w:pPr>
      <w:r w:rsidRPr="005B53EC">
        <w:rPr>
          <w:b/>
          <w:sz w:val="26"/>
          <w:szCs w:val="26"/>
          <w:u w:val="single"/>
        </w:rPr>
        <w:t>Motivation and Emotion –Intrinsic, Extrinsic, Biological &amp; Psychological Needs (13)</w:t>
      </w:r>
    </w:p>
    <w:p w:rsidR="00153F12" w:rsidRPr="005B53EC" w:rsidRDefault="00153F12">
      <w:pPr>
        <w:rPr>
          <w:sz w:val="26"/>
          <w:szCs w:val="26"/>
        </w:rPr>
      </w:pPr>
      <w:r w:rsidRPr="005B53EC">
        <w:rPr>
          <w:sz w:val="26"/>
          <w:szCs w:val="26"/>
        </w:rPr>
        <w:t>What drives behavior?  How do human beings experience emotion?</w:t>
      </w:r>
    </w:p>
    <w:p w:rsidR="00153F12" w:rsidRDefault="00153F12">
      <w:pPr>
        <w:rPr>
          <w:sz w:val="26"/>
          <w:szCs w:val="26"/>
        </w:rPr>
      </w:pPr>
      <w:r w:rsidRPr="005B53EC">
        <w:rPr>
          <w:sz w:val="26"/>
          <w:szCs w:val="26"/>
        </w:rPr>
        <w:t>Theories of motivation/Theories of emotion/biological needs/psychological needs/stimulus/drive/need/motive/instinct/obesity/causes of obesity/effects of obesity</w:t>
      </w:r>
    </w:p>
    <w:p w:rsidR="00153F12" w:rsidRPr="005B53EC" w:rsidRDefault="00153F12" w:rsidP="00407BF3">
      <w:pPr>
        <w:rPr>
          <w:b/>
          <w:sz w:val="26"/>
          <w:szCs w:val="26"/>
          <w:u w:val="single"/>
        </w:rPr>
      </w:pPr>
      <w:r>
        <w:rPr>
          <w:b/>
          <w:sz w:val="26"/>
          <w:szCs w:val="26"/>
          <w:u w:val="single"/>
        </w:rPr>
        <w:t>Theories of Personality (14 and parts of 15</w:t>
      </w:r>
      <w:r w:rsidRPr="005B53EC">
        <w:rPr>
          <w:b/>
          <w:sz w:val="26"/>
          <w:szCs w:val="26"/>
          <w:u w:val="single"/>
        </w:rPr>
        <w:t>)</w:t>
      </w:r>
    </w:p>
    <w:p w:rsidR="00153F12" w:rsidRDefault="00153F12">
      <w:pPr>
        <w:rPr>
          <w:sz w:val="26"/>
          <w:szCs w:val="26"/>
        </w:rPr>
      </w:pPr>
      <w:r>
        <w:rPr>
          <w:sz w:val="26"/>
          <w:szCs w:val="26"/>
        </w:rPr>
        <w:t>What are five examples of personality traits?  What is the impact of behaviorism on current thinking in psychology?  Describe a situation where an awareness of one’s own traits and abilities might help in making important decisions.  Name 3 approaches to personality and describe each one’s background and evaluation of it.</w:t>
      </w:r>
    </w:p>
    <w:p w:rsidR="00153F12" w:rsidRDefault="00153F12">
      <w:pPr>
        <w:rPr>
          <w:sz w:val="26"/>
          <w:szCs w:val="26"/>
        </w:rPr>
      </w:pPr>
      <w:r>
        <w:rPr>
          <w:sz w:val="26"/>
          <w:szCs w:val="26"/>
        </w:rPr>
        <w:t xml:space="preserve">Five Approaches to Personality (description and evaluation of each) / Hippocrates / Freud / Jung / Adler / Horney / Erikson / Maslow / </w:t>
      </w:r>
      <w:smartTag w:uri="urn:schemas-microsoft-com:office:smarttags" w:element="City">
        <w:smartTag w:uri="urn:schemas-microsoft-com:office:smarttags" w:element="place">
          <w:r>
            <w:rPr>
              <w:sz w:val="26"/>
              <w:szCs w:val="26"/>
            </w:rPr>
            <w:t>Rogers</w:t>
          </w:r>
        </w:smartTag>
      </w:smartTag>
      <w:r>
        <w:rPr>
          <w:sz w:val="26"/>
          <w:szCs w:val="26"/>
        </w:rPr>
        <w:t xml:space="preserve"> / personality / trait / introvert / extrovert / id / ego / superego / defense mechanism (definition and examples) / behaviorism / socialization / self-concept / congruence / individualism / collectivism / acculturation</w:t>
      </w:r>
      <w:r w:rsidR="009E6D88">
        <w:rPr>
          <w:sz w:val="26"/>
          <w:szCs w:val="26"/>
        </w:rPr>
        <w:t xml:space="preserve"> / archetype / collective unconscious</w:t>
      </w:r>
    </w:p>
    <w:p w:rsidR="00153F12" w:rsidRPr="005B53EC" w:rsidRDefault="00153F12">
      <w:pPr>
        <w:rPr>
          <w:sz w:val="26"/>
          <w:szCs w:val="26"/>
        </w:rPr>
      </w:pPr>
      <w:r>
        <w:rPr>
          <w:sz w:val="26"/>
          <w:szCs w:val="26"/>
        </w:rPr>
        <w:t>Personality tests (definition and examples) / objective / projective</w:t>
      </w:r>
    </w:p>
    <w:sectPr w:rsidR="00153F12" w:rsidRPr="005B53EC" w:rsidSect="0074762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attachedTemplate r:id="rId1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F7A2C"/>
    <w:rsid w:val="00064003"/>
    <w:rsid w:val="000E3E5B"/>
    <w:rsid w:val="00153F12"/>
    <w:rsid w:val="00181575"/>
    <w:rsid w:val="001C1AAD"/>
    <w:rsid w:val="001E05EF"/>
    <w:rsid w:val="00347A27"/>
    <w:rsid w:val="003F457A"/>
    <w:rsid w:val="00407BF3"/>
    <w:rsid w:val="004F7A2C"/>
    <w:rsid w:val="00585BA5"/>
    <w:rsid w:val="005B53EC"/>
    <w:rsid w:val="00711A60"/>
    <w:rsid w:val="0074762B"/>
    <w:rsid w:val="00755A57"/>
    <w:rsid w:val="007A4D18"/>
    <w:rsid w:val="007B0E54"/>
    <w:rsid w:val="00830C20"/>
    <w:rsid w:val="00852CB1"/>
    <w:rsid w:val="00947329"/>
    <w:rsid w:val="009B262D"/>
    <w:rsid w:val="009C5341"/>
    <w:rsid w:val="009E6D88"/>
    <w:rsid w:val="00B91B97"/>
    <w:rsid w:val="00BE5EF2"/>
    <w:rsid w:val="00C4014B"/>
    <w:rsid w:val="00DE4E61"/>
    <w:rsid w:val="00E04E1B"/>
    <w:rsid w:val="00EC2D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762B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711A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11A6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0022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Psych%20I\Study.Guide.FINAL.Psychology%20I.fall2011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Study.Guide.FINAL.Psychology I.fall2011</Template>
  <TotalTime>12</TotalTime>
  <Pages>2</Pages>
  <Words>298</Words>
  <Characters>2511</Characters>
  <Application>Microsoft Office Word</Application>
  <DocSecurity>0</DocSecurity>
  <Lines>20</Lines>
  <Paragraphs>5</Paragraphs>
  <ScaleCrop>false</ScaleCrop>
  <Company>TSD</Company>
  <LinksUpToDate>false</LinksUpToDate>
  <CharactersWithSpaces>2804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Psychology I </dc:title>
  <dc:subject/>
  <dc:creator>Curtis Ranweiler</dc:creator>
  <cp:keywords/>
  <dc:description/>
  <cp:lastModifiedBy>Curtis Ranweiler</cp:lastModifiedBy>
  <cp:revision>4</cp:revision>
  <cp:lastPrinted>2011-12-14T20:01:00Z</cp:lastPrinted>
  <dcterms:created xsi:type="dcterms:W3CDTF">2012-12-12T18:00:00Z</dcterms:created>
  <dcterms:modified xsi:type="dcterms:W3CDTF">2012-12-13T20:23:00Z</dcterms:modified>
</cp:coreProperties>
</file>